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0230E226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</w:t>
            </w:r>
            <w:r w:rsidR="00022866">
              <w:rPr>
                <w:rFonts w:asciiTheme="majorHAnsi" w:hAnsiTheme="majorHAnsi"/>
              </w:rPr>
              <w:t>ový nod</w:t>
            </w:r>
            <w:r w:rsidRPr="00631526">
              <w:rPr>
                <w:rFonts w:asciiTheme="majorHAnsi" w:hAnsiTheme="majorHAnsi"/>
              </w:rPr>
              <w:t xml:space="preserve"> </w:t>
            </w:r>
            <w:r w:rsidR="001A02B4">
              <w:rPr>
                <w:rFonts w:asciiTheme="majorHAnsi" w:hAnsiTheme="majorHAnsi"/>
              </w:rPr>
              <w:t xml:space="preserve">pro </w:t>
            </w:r>
            <w:r w:rsidR="002575B6">
              <w:rPr>
                <w:rFonts w:asciiTheme="majorHAnsi" w:hAnsiTheme="majorHAnsi"/>
              </w:rPr>
              <w:t>DMZ Farmu</w:t>
            </w:r>
            <w:r w:rsidR="004B373F">
              <w:rPr>
                <w:rFonts w:asciiTheme="majorHAnsi" w:hAnsiTheme="majorHAnsi"/>
              </w:rPr>
              <w:t xml:space="preserve"> (položka a.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55815DD9" w:rsidR="00EF3BFB" w:rsidRPr="00167E06" w:rsidRDefault="002575B6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68C136C1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6FD8C19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C03AE23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7D5384F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8E5C62E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96EAB03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DD7286F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8B516CF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D8A858E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A481B27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E5F3266" w14:textId="77777777" w:rsidR="002575B6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57CA110" w14:textId="77777777" w:rsidR="002575B6" w:rsidRPr="001B629E" w:rsidRDefault="002575B6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885"/>
        <w:gridCol w:w="2093"/>
        <w:gridCol w:w="1730"/>
        <w:gridCol w:w="1984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3E9FB23F" w:rsidR="006262F2" w:rsidRPr="0085796F" w:rsidRDefault="002575B6" w:rsidP="00A43547">
            <w:pPr>
              <w:keepLines/>
              <w:spacing w:before="120" w:after="120"/>
              <w:rPr>
                <w:rFonts w:asciiTheme="majorHAnsi" w:hAnsiTheme="majorHAnsi"/>
                <w:highlight w:val="yellow"/>
              </w:rPr>
            </w:pPr>
            <w:r>
              <w:rPr>
                <w:rFonts w:ascii="Verdana" w:hAnsi="Verdana" w:cs="Calibri"/>
                <w:color w:val="000000"/>
              </w:rPr>
              <w:t>Software a licence pro</w:t>
            </w:r>
            <w:r w:rsidR="0085796F">
              <w:rPr>
                <w:rFonts w:ascii="Verdana" w:hAnsi="Verdana" w:cs="Calibri"/>
                <w:color w:val="000000"/>
              </w:rPr>
              <w:t xml:space="preserve"> </w:t>
            </w:r>
            <w:r>
              <w:rPr>
                <w:rFonts w:ascii="Verdana" w:hAnsi="Verdana" w:cs="Calibri"/>
                <w:color w:val="000000"/>
              </w:rPr>
              <w:t>HCI řešení</w:t>
            </w:r>
            <w:r w:rsidR="004B373F">
              <w:rPr>
                <w:rFonts w:ascii="Verdana" w:hAnsi="Verdana" w:cs="Calibri"/>
                <w:color w:val="000000"/>
              </w:rPr>
              <w:t xml:space="preserve"> (položka b. dle Specifikace plnění)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0DD032A8" w:rsidR="006262F2" w:rsidRPr="00A43547" w:rsidRDefault="003A521F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>
              <w:rPr>
                <w:rFonts w:asciiTheme="majorHAnsi" w:hAnsiTheme="majorHAnsi"/>
                <w:i/>
                <w:highlight w:val="green"/>
              </w:rPr>
              <w:t xml:space="preserve"> DLE NABÍDNUTÉHO ŘEŠENÍ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64FBF134" w14:textId="77777777" w:rsidTr="00A43547">
        <w:tc>
          <w:tcPr>
            <w:tcW w:w="3397" w:type="dxa"/>
          </w:tcPr>
          <w:p w14:paraId="0A23675F" w14:textId="73CBCB21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3F2F8D21" w14:textId="77777777" w:rsidTr="00A43547">
        <w:tc>
          <w:tcPr>
            <w:tcW w:w="3397" w:type="dxa"/>
          </w:tcPr>
          <w:p w14:paraId="7175ABD8" w14:textId="0681B5DD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204C0715" w:rsidR="006262F2" w:rsidRDefault="002575B6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elková c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plnění</w:t>
      </w: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575E879E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</w:t>
            </w:r>
            <w:r w:rsidR="006078CB">
              <w:rPr>
                <w:rFonts w:asciiTheme="majorHAnsi" w:hAnsiTheme="majorHAnsi"/>
                <w:b/>
              </w:rPr>
              <w:t xml:space="preserve">celkových </w:t>
            </w:r>
            <w:r w:rsidRPr="00FF65DD">
              <w:rPr>
                <w:rFonts w:asciiTheme="majorHAnsi" w:hAnsiTheme="majorHAnsi"/>
                <w:b/>
              </w:rPr>
              <w:t xml:space="preserve">cen </w:t>
            </w:r>
            <w:r w:rsidR="006078CB">
              <w:rPr>
                <w:rFonts w:asciiTheme="majorHAnsi" w:hAnsiTheme="majorHAnsi"/>
                <w:b/>
              </w:rPr>
              <w:t xml:space="preserve">za HW a SW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A68D" w14:textId="77777777" w:rsidR="002A3E9A" w:rsidRDefault="002A3E9A" w:rsidP="00962258">
      <w:pPr>
        <w:spacing w:after="0" w:line="240" w:lineRule="auto"/>
      </w:pPr>
      <w:r>
        <w:separator/>
      </w:r>
    </w:p>
  </w:endnote>
  <w:endnote w:type="continuationSeparator" w:id="0">
    <w:p w14:paraId="66F3BB64" w14:textId="77777777" w:rsidR="002A3E9A" w:rsidRDefault="002A3E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C712A" w14:textId="77777777" w:rsidR="002A3E9A" w:rsidRDefault="002A3E9A" w:rsidP="00962258">
      <w:pPr>
        <w:spacing w:after="0" w:line="240" w:lineRule="auto"/>
      </w:pPr>
      <w:r>
        <w:separator/>
      </w:r>
    </w:p>
  </w:footnote>
  <w:footnote w:type="continuationSeparator" w:id="0">
    <w:p w14:paraId="040433FA" w14:textId="77777777" w:rsidR="002A3E9A" w:rsidRDefault="002A3E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22866"/>
    <w:rsid w:val="00072C1E"/>
    <w:rsid w:val="00075B71"/>
    <w:rsid w:val="00076217"/>
    <w:rsid w:val="000A3BD0"/>
    <w:rsid w:val="000B737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02B4"/>
    <w:rsid w:val="001A4731"/>
    <w:rsid w:val="001E496E"/>
    <w:rsid w:val="00207DF5"/>
    <w:rsid w:val="002162E5"/>
    <w:rsid w:val="00220A81"/>
    <w:rsid w:val="002214AC"/>
    <w:rsid w:val="00224FB9"/>
    <w:rsid w:val="00252F96"/>
    <w:rsid w:val="002575B6"/>
    <w:rsid w:val="00280E07"/>
    <w:rsid w:val="00294529"/>
    <w:rsid w:val="002A3E9A"/>
    <w:rsid w:val="002C31BF"/>
    <w:rsid w:val="002C3499"/>
    <w:rsid w:val="002D08B1"/>
    <w:rsid w:val="002D5A4E"/>
    <w:rsid w:val="002E0CD7"/>
    <w:rsid w:val="002F3625"/>
    <w:rsid w:val="003254A6"/>
    <w:rsid w:val="00341DCF"/>
    <w:rsid w:val="00357BC6"/>
    <w:rsid w:val="00390945"/>
    <w:rsid w:val="00394E99"/>
    <w:rsid w:val="003956C6"/>
    <w:rsid w:val="003A4A4D"/>
    <w:rsid w:val="003A521F"/>
    <w:rsid w:val="003A59D4"/>
    <w:rsid w:val="003B5876"/>
    <w:rsid w:val="003B71C1"/>
    <w:rsid w:val="003C0F88"/>
    <w:rsid w:val="003C473B"/>
    <w:rsid w:val="003D1756"/>
    <w:rsid w:val="003E694F"/>
    <w:rsid w:val="00407391"/>
    <w:rsid w:val="00421A01"/>
    <w:rsid w:val="00431234"/>
    <w:rsid w:val="00436802"/>
    <w:rsid w:val="00441430"/>
    <w:rsid w:val="00450F07"/>
    <w:rsid w:val="0045338C"/>
    <w:rsid w:val="00453CD3"/>
    <w:rsid w:val="00460660"/>
    <w:rsid w:val="00486107"/>
    <w:rsid w:val="00487B1C"/>
    <w:rsid w:val="00491827"/>
    <w:rsid w:val="00495E3C"/>
    <w:rsid w:val="0049714A"/>
    <w:rsid w:val="004A359F"/>
    <w:rsid w:val="004B348C"/>
    <w:rsid w:val="004B373F"/>
    <w:rsid w:val="004B3B11"/>
    <w:rsid w:val="004B5618"/>
    <w:rsid w:val="004C4399"/>
    <w:rsid w:val="004C787C"/>
    <w:rsid w:val="004D07EF"/>
    <w:rsid w:val="004E143C"/>
    <w:rsid w:val="004E3A53"/>
    <w:rsid w:val="004E7298"/>
    <w:rsid w:val="004F169B"/>
    <w:rsid w:val="004F20BC"/>
    <w:rsid w:val="004F4B9B"/>
    <w:rsid w:val="004F69EA"/>
    <w:rsid w:val="00504CDC"/>
    <w:rsid w:val="00511AB9"/>
    <w:rsid w:val="00522B68"/>
    <w:rsid w:val="00523EA7"/>
    <w:rsid w:val="00553375"/>
    <w:rsid w:val="00557C28"/>
    <w:rsid w:val="005736B7"/>
    <w:rsid w:val="00575E5A"/>
    <w:rsid w:val="005E1F0D"/>
    <w:rsid w:val="005F1404"/>
    <w:rsid w:val="00605B48"/>
    <w:rsid w:val="006078CB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0B79"/>
    <w:rsid w:val="006D7AFE"/>
    <w:rsid w:val="006E0578"/>
    <w:rsid w:val="006E314D"/>
    <w:rsid w:val="00705E51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A08C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5796F"/>
    <w:rsid w:val="008659F3"/>
    <w:rsid w:val="00886D4B"/>
    <w:rsid w:val="00895406"/>
    <w:rsid w:val="008A3568"/>
    <w:rsid w:val="008A4050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E07F4"/>
    <w:rsid w:val="009E128B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44EE"/>
    <w:rsid w:val="00A85755"/>
    <w:rsid w:val="00AA4CBB"/>
    <w:rsid w:val="00AA65FA"/>
    <w:rsid w:val="00AA7351"/>
    <w:rsid w:val="00AD056F"/>
    <w:rsid w:val="00AD079C"/>
    <w:rsid w:val="00AD56DE"/>
    <w:rsid w:val="00AD6731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1E72"/>
    <w:rsid w:val="00C44F6A"/>
    <w:rsid w:val="00C47AE3"/>
    <w:rsid w:val="00C62E8C"/>
    <w:rsid w:val="00C77857"/>
    <w:rsid w:val="00CA146A"/>
    <w:rsid w:val="00CC03C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2192"/>
    <w:rsid w:val="00DE56F2"/>
    <w:rsid w:val="00DF116D"/>
    <w:rsid w:val="00DF3543"/>
    <w:rsid w:val="00E3303C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76D4F"/>
    <w:rsid w:val="00F86BA6"/>
    <w:rsid w:val="00FA7A8A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182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Zadina Ondřej, Mgr.</cp:lastModifiedBy>
  <cp:revision>12</cp:revision>
  <cp:lastPrinted>2017-11-28T17:18:00Z</cp:lastPrinted>
  <dcterms:created xsi:type="dcterms:W3CDTF">2024-12-27T09:48:00Z</dcterms:created>
  <dcterms:modified xsi:type="dcterms:W3CDTF">2025-02-27T13:04:00Z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